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56F" w:rsidRPr="00F6356F" w:rsidRDefault="00A95515" w:rsidP="00480EE1">
      <w:pPr>
        <w:pStyle w:val="Heading1"/>
        <w:jc w:val="center"/>
        <w:rPr>
          <w:lang w:val="en-US"/>
        </w:rPr>
      </w:pPr>
      <w:r w:rsidRPr="00F6356F">
        <w:rPr>
          <w:lang w:val="en-US"/>
        </w:rPr>
        <w:t>Induction of new</w:t>
      </w:r>
      <w:r w:rsidR="005B4374" w:rsidRPr="00F6356F">
        <w:rPr>
          <w:lang w:val="en-US"/>
        </w:rPr>
        <w:t>ly appointed</w:t>
      </w:r>
      <w:r w:rsidRPr="00F6356F">
        <w:rPr>
          <w:lang w:val="en-US"/>
        </w:rPr>
        <w:t xml:space="preserve"> Principals</w:t>
      </w:r>
      <w:r w:rsidR="005B4374" w:rsidRPr="00F6356F">
        <w:rPr>
          <w:lang w:val="en-US"/>
        </w:rPr>
        <w:t xml:space="preserve"> </w:t>
      </w:r>
      <w:r w:rsidR="00480EE1">
        <w:rPr>
          <w:lang w:val="en-US"/>
        </w:rPr>
        <w:t>and Deputy Principals 2017/2018</w:t>
      </w:r>
    </w:p>
    <w:p w:rsidR="00A95515" w:rsidRPr="005B4374" w:rsidRDefault="00307B5B" w:rsidP="00CD20C9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Draft </w:t>
      </w:r>
      <w:r w:rsidR="00A95515" w:rsidRPr="00F90433">
        <w:rPr>
          <w:b/>
          <w:sz w:val="28"/>
          <w:szCs w:val="28"/>
          <w:lang w:val="en-US"/>
        </w:rPr>
        <w:t>Agenda and Timetable</w:t>
      </w:r>
    </w:p>
    <w:p w:rsidR="00972142" w:rsidRDefault="00D0159B" w:rsidP="00D0159B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Monday, 21</w:t>
      </w:r>
      <w:r w:rsidRPr="00D0159B">
        <w:rPr>
          <w:b/>
          <w:sz w:val="24"/>
          <w:szCs w:val="24"/>
          <w:vertAlign w:val="superscript"/>
          <w:lang w:val="en-US"/>
        </w:rPr>
        <w:t>st</w:t>
      </w:r>
      <w:r>
        <w:rPr>
          <w:b/>
          <w:sz w:val="24"/>
          <w:szCs w:val="24"/>
          <w:lang w:val="en-US"/>
        </w:rPr>
        <w:t xml:space="preserve"> August 2017</w:t>
      </w:r>
    </w:p>
    <w:p w:rsidR="00F6356F" w:rsidRPr="0004728B" w:rsidRDefault="00972142" w:rsidP="000F3A33">
      <w:pPr>
        <w:rPr>
          <w:b/>
          <w:sz w:val="24"/>
          <w:szCs w:val="24"/>
          <w:lang w:val="en-US"/>
        </w:rPr>
      </w:pPr>
      <w:r w:rsidRPr="0004728B">
        <w:rPr>
          <w:b/>
          <w:sz w:val="24"/>
          <w:szCs w:val="24"/>
          <w:lang w:val="en-US"/>
        </w:rPr>
        <w:t>Welcome from Ms. Antoinette Nic Gearailt, President, ACCS</w:t>
      </w:r>
    </w:p>
    <w:p w:rsidR="000F3A33" w:rsidRPr="0004728B" w:rsidRDefault="00D0159B" w:rsidP="000F3A33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11am to 1pm</w:t>
      </w:r>
      <w:r w:rsidR="00A95515" w:rsidRPr="0004728B">
        <w:rPr>
          <w:b/>
          <w:sz w:val="24"/>
          <w:szCs w:val="24"/>
          <w:lang w:val="en-US"/>
        </w:rPr>
        <w:t xml:space="preserve">: </w:t>
      </w:r>
      <w:r w:rsidR="00F01E10" w:rsidRPr="0004728B">
        <w:rPr>
          <w:b/>
          <w:sz w:val="24"/>
          <w:szCs w:val="24"/>
          <w:lang w:val="en-US"/>
        </w:rPr>
        <w:tab/>
      </w:r>
      <w:r w:rsidR="000F3A33" w:rsidRPr="0004728B">
        <w:rPr>
          <w:b/>
          <w:sz w:val="24"/>
          <w:szCs w:val="24"/>
          <w:lang w:val="en-US"/>
        </w:rPr>
        <w:t xml:space="preserve">Role of </w:t>
      </w:r>
      <w:r w:rsidR="0047371B">
        <w:rPr>
          <w:b/>
          <w:sz w:val="24"/>
          <w:szCs w:val="24"/>
          <w:lang w:val="en-US"/>
        </w:rPr>
        <w:t>ACCS and School Governance</w:t>
      </w:r>
    </w:p>
    <w:p w:rsidR="00A95515" w:rsidRPr="0004728B" w:rsidRDefault="00A95515" w:rsidP="0004728B">
      <w:pPr>
        <w:pStyle w:val="NoSpacing"/>
        <w:numPr>
          <w:ilvl w:val="0"/>
          <w:numId w:val="10"/>
        </w:numPr>
        <w:ind w:left="2835" w:hanging="708"/>
        <w:rPr>
          <w:b/>
          <w:sz w:val="24"/>
          <w:szCs w:val="24"/>
          <w:lang w:val="en-US"/>
        </w:rPr>
      </w:pPr>
      <w:r w:rsidRPr="0004728B">
        <w:rPr>
          <w:sz w:val="24"/>
          <w:szCs w:val="24"/>
          <w:lang w:val="en-US"/>
        </w:rPr>
        <w:t>Using ACCS as a service</w:t>
      </w:r>
    </w:p>
    <w:p w:rsidR="00F6356F" w:rsidRPr="0004728B" w:rsidRDefault="00F6356F" w:rsidP="0004728B">
      <w:pPr>
        <w:pStyle w:val="NoSpacing"/>
        <w:numPr>
          <w:ilvl w:val="0"/>
          <w:numId w:val="10"/>
        </w:numPr>
        <w:ind w:left="2835" w:hanging="708"/>
        <w:rPr>
          <w:b/>
          <w:sz w:val="24"/>
          <w:szCs w:val="24"/>
          <w:lang w:val="en-US"/>
        </w:rPr>
      </w:pPr>
      <w:r w:rsidRPr="0004728B">
        <w:rPr>
          <w:sz w:val="24"/>
          <w:szCs w:val="24"/>
          <w:lang w:val="en-US"/>
        </w:rPr>
        <w:t>ACCS Website</w:t>
      </w:r>
    </w:p>
    <w:p w:rsidR="008E4BC1" w:rsidRPr="0047371B" w:rsidRDefault="00A95515" w:rsidP="008E4BC1">
      <w:pPr>
        <w:pStyle w:val="NoSpacing"/>
        <w:numPr>
          <w:ilvl w:val="0"/>
          <w:numId w:val="10"/>
        </w:numPr>
        <w:ind w:left="2835" w:hanging="708"/>
        <w:rPr>
          <w:b/>
          <w:sz w:val="24"/>
          <w:szCs w:val="24"/>
          <w:lang w:val="en-US"/>
        </w:rPr>
      </w:pPr>
      <w:r w:rsidRPr="0004728B">
        <w:rPr>
          <w:sz w:val="24"/>
          <w:szCs w:val="24"/>
          <w:lang w:val="en-US"/>
        </w:rPr>
        <w:t>School Management</w:t>
      </w:r>
      <w:r w:rsidR="0047371B">
        <w:rPr>
          <w:sz w:val="24"/>
          <w:szCs w:val="24"/>
          <w:lang w:val="en-US"/>
        </w:rPr>
        <w:t xml:space="preserve"> </w:t>
      </w:r>
    </w:p>
    <w:p w:rsidR="0047371B" w:rsidRPr="00C851DE" w:rsidRDefault="00C851DE" w:rsidP="008E4BC1">
      <w:pPr>
        <w:pStyle w:val="NoSpacing"/>
        <w:numPr>
          <w:ilvl w:val="0"/>
          <w:numId w:val="10"/>
        </w:numPr>
        <w:ind w:left="2835" w:hanging="708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Role of the S</w:t>
      </w:r>
      <w:r w:rsidR="0047371B">
        <w:rPr>
          <w:sz w:val="24"/>
          <w:szCs w:val="24"/>
          <w:lang w:val="en-US"/>
        </w:rPr>
        <w:t>enior In-School Management Team</w:t>
      </w:r>
    </w:p>
    <w:p w:rsidR="00C851DE" w:rsidRPr="00C851DE" w:rsidRDefault="00C851DE" w:rsidP="008E4BC1">
      <w:pPr>
        <w:pStyle w:val="NoSpacing"/>
        <w:numPr>
          <w:ilvl w:val="0"/>
          <w:numId w:val="10"/>
        </w:numPr>
        <w:ind w:left="2835" w:hanging="708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School Governance</w:t>
      </w:r>
    </w:p>
    <w:p w:rsidR="00C851DE" w:rsidRPr="008E4BC1" w:rsidRDefault="00C851DE" w:rsidP="00C851DE">
      <w:pPr>
        <w:pStyle w:val="NoSpacing"/>
        <w:ind w:left="2835"/>
        <w:rPr>
          <w:b/>
          <w:sz w:val="24"/>
          <w:szCs w:val="24"/>
          <w:lang w:val="en-US"/>
        </w:rPr>
      </w:pPr>
    </w:p>
    <w:p w:rsidR="00480EE1" w:rsidRDefault="00480EE1" w:rsidP="00A95515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1.00pm to 2.00pm</w:t>
      </w:r>
      <w:r>
        <w:rPr>
          <w:b/>
          <w:sz w:val="24"/>
          <w:szCs w:val="24"/>
          <w:lang w:val="en-US"/>
        </w:rPr>
        <w:tab/>
        <w:t>Lunch</w:t>
      </w:r>
    </w:p>
    <w:p w:rsidR="00480EE1" w:rsidRDefault="00B812F4" w:rsidP="00480EE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2.00pm – 4.00</w:t>
      </w:r>
      <w:r w:rsidR="00D0159B">
        <w:rPr>
          <w:b/>
          <w:sz w:val="24"/>
          <w:szCs w:val="24"/>
          <w:lang w:val="en-US"/>
        </w:rPr>
        <w:t>pm</w:t>
      </w:r>
      <w:r w:rsidR="00D0159B">
        <w:rPr>
          <w:b/>
          <w:sz w:val="24"/>
          <w:szCs w:val="24"/>
          <w:lang w:val="en-US"/>
        </w:rPr>
        <w:tab/>
      </w:r>
      <w:r w:rsidR="0047371B">
        <w:rPr>
          <w:b/>
          <w:sz w:val="24"/>
          <w:szCs w:val="24"/>
          <w:lang w:val="en-US"/>
        </w:rPr>
        <w:t xml:space="preserve">The Day to Day Management </w:t>
      </w:r>
      <w:r w:rsidR="00D0159B">
        <w:rPr>
          <w:b/>
          <w:sz w:val="24"/>
          <w:szCs w:val="24"/>
          <w:lang w:val="en-US"/>
        </w:rPr>
        <w:t>of the School</w:t>
      </w:r>
    </w:p>
    <w:p w:rsidR="0047371B" w:rsidRPr="00480EE1" w:rsidRDefault="00480EE1" w:rsidP="00480EE1">
      <w:pPr>
        <w:pStyle w:val="NoSpacing"/>
        <w:numPr>
          <w:ilvl w:val="0"/>
          <w:numId w:val="36"/>
        </w:numPr>
        <w:rPr>
          <w:b/>
          <w:lang w:val="en-US"/>
        </w:rPr>
      </w:pPr>
      <w:r>
        <w:rPr>
          <w:lang w:val="en-US"/>
        </w:rPr>
        <w:t>Rhythms and patterns of the School Y</w:t>
      </w:r>
      <w:r w:rsidR="0047371B" w:rsidRPr="00480EE1">
        <w:rPr>
          <w:lang w:val="en-US"/>
        </w:rPr>
        <w:t>ear</w:t>
      </w:r>
    </w:p>
    <w:p w:rsidR="0047371B" w:rsidRPr="0047371B" w:rsidRDefault="00C851DE" w:rsidP="00480EE1">
      <w:pPr>
        <w:pStyle w:val="NoSpacing"/>
        <w:numPr>
          <w:ilvl w:val="0"/>
          <w:numId w:val="36"/>
        </w:numPr>
        <w:rPr>
          <w:b/>
          <w:lang w:val="en-US"/>
        </w:rPr>
      </w:pPr>
      <w:r>
        <w:rPr>
          <w:lang w:val="en-US"/>
        </w:rPr>
        <w:t>Timetabling/Curricular Audits/</w:t>
      </w:r>
      <w:proofErr w:type="spellStart"/>
      <w:proofErr w:type="gramStart"/>
      <w:r>
        <w:rPr>
          <w:lang w:val="en-US"/>
        </w:rPr>
        <w:t>P.</w:t>
      </w:r>
      <w:r w:rsidR="0047371B">
        <w:rPr>
          <w:lang w:val="en-US"/>
        </w:rPr>
        <w:t>Pod</w:t>
      </w:r>
      <w:proofErr w:type="spellEnd"/>
      <w:proofErr w:type="gramEnd"/>
    </w:p>
    <w:p w:rsidR="0047371B" w:rsidRPr="0047371B" w:rsidRDefault="0047371B" w:rsidP="00480EE1">
      <w:pPr>
        <w:pStyle w:val="NoSpacing"/>
        <w:numPr>
          <w:ilvl w:val="0"/>
          <w:numId w:val="36"/>
        </w:numPr>
        <w:rPr>
          <w:b/>
          <w:lang w:val="en-US"/>
        </w:rPr>
      </w:pPr>
      <w:r w:rsidRPr="0047371B">
        <w:rPr>
          <w:lang w:val="en-US"/>
        </w:rPr>
        <w:t>Substitution &amp; Supervision</w:t>
      </w:r>
    </w:p>
    <w:p w:rsidR="0047371B" w:rsidRPr="0047371B" w:rsidRDefault="0047371B" w:rsidP="00480EE1">
      <w:pPr>
        <w:pStyle w:val="NoSpacing"/>
        <w:numPr>
          <w:ilvl w:val="0"/>
          <w:numId w:val="36"/>
        </w:numPr>
        <w:rPr>
          <w:b/>
          <w:lang w:val="en-US"/>
        </w:rPr>
      </w:pPr>
      <w:r>
        <w:rPr>
          <w:lang w:val="en-US"/>
        </w:rPr>
        <w:t>OLCS</w:t>
      </w:r>
      <w:r w:rsidRPr="0004728B">
        <w:rPr>
          <w:lang w:val="en-US"/>
        </w:rPr>
        <w:t xml:space="preserve"> </w:t>
      </w:r>
    </w:p>
    <w:p w:rsidR="0047371B" w:rsidRPr="00B812F4" w:rsidRDefault="0047371B" w:rsidP="00480EE1">
      <w:pPr>
        <w:pStyle w:val="NoSpacing"/>
        <w:numPr>
          <w:ilvl w:val="0"/>
          <w:numId w:val="36"/>
        </w:numPr>
        <w:rPr>
          <w:b/>
          <w:lang w:val="en-US"/>
        </w:rPr>
      </w:pPr>
      <w:r>
        <w:rPr>
          <w:lang w:val="en-US"/>
        </w:rPr>
        <w:t xml:space="preserve">Leave and </w:t>
      </w:r>
      <w:r w:rsidR="00D863CF">
        <w:rPr>
          <w:lang w:val="en-US"/>
        </w:rPr>
        <w:t xml:space="preserve">the </w:t>
      </w:r>
      <w:r>
        <w:rPr>
          <w:lang w:val="en-US"/>
        </w:rPr>
        <w:t>O</w:t>
      </w:r>
      <w:r w:rsidR="00D863CF">
        <w:rPr>
          <w:lang w:val="en-US"/>
        </w:rPr>
        <w:t xml:space="preserve">ccupational </w:t>
      </w:r>
      <w:r>
        <w:rPr>
          <w:lang w:val="en-US"/>
        </w:rPr>
        <w:t>H</w:t>
      </w:r>
      <w:r w:rsidR="00D863CF">
        <w:rPr>
          <w:lang w:val="en-US"/>
        </w:rPr>
        <w:t xml:space="preserve">ealth </w:t>
      </w:r>
      <w:r>
        <w:rPr>
          <w:lang w:val="en-US"/>
        </w:rPr>
        <w:t>S</w:t>
      </w:r>
      <w:r w:rsidR="00D863CF">
        <w:rPr>
          <w:lang w:val="en-US"/>
        </w:rPr>
        <w:t>ervice</w:t>
      </w:r>
    </w:p>
    <w:p w:rsidR="00B812F4" w:rsidRPr="0047371B" w:rsidRDefault="00B812F4" w:rsidP="00B812F4">
      <w:pPr>
        <w:pStyle w:val="NoSpacing"/>
        <w:ind w:left="2484"/>
        <w:rPr>
          <w:b/>
          <w:lang w:val="en-US"/>
        </w:rPr>
      </w:pPr>
    </w:p>
    <w:p w:rsidR="0047371B" w:rsidRPr="00B812F4" w:rsidRDefault="0047371B" w:rsidP="0047371B">
      <w:pPr>
        <w:pStyle w:val="NoSpacing"/>
        <w:ind w:left="2124"/>
        <w:rPr>
          <w:b/>
          <w:sz w:val="24"/>
          <w:szCs w:val="24"/>
          <w:lang w:val="en-US"/>
        </w:rPr>
      </w:pPr>
      <w:r w:rsidRPr="00B812F4">
        <w:rPr>
          <w:b/>
          <w:sz w:val="24"/>
          <w:szCs w:val="24"/>
          <w:lang w:val="en-US"/>
        </w:rPr>
        <w:t>The Care and Management of Students</w:t>
      </w:r>
    </w:p>
    <w:p w:rsidR="00B812F4" w:rsidRPr="0004728B" w:rsidRDefault="00B812F4" w:rsidP="0047371B">
      <w:pPr>
        <w:pStyle w:val="NoSpacing"/>
        <w:ind w:left="2124"/>
        <w:rPr>
          <w:b/>
          <w:lang w:val="en-US"/>
        </w:rPr>
      </w:pPr>
    </w:p>
    <w:p w:rsidR="0047371B" w:rsidRPr="00C851DE" w:rsidRDefault="00C851DE" w:rsidP="00C851DE">
      <w:pPr>
        <w:pStyle w:val="NoSpacing"/>
        <w:numPr>
          <w:ilvl w:val="0"/>
          <w:numId w:val="26"/>
        </w:numPr>
        <w:rPr>
          <w:b/>
          <w:sz w:val="24"/>
          <w:szCs w:val="24"/>
          <w:lang w:val="en-US"/>
        </w:rPr>
      </w:pPr>
      <w:r>
        <w:rPr>
          <w:lang w:val="en-US"/>
        </w:rPr>
        <w:t xml:space="preserve">Child Protection/Pastoral Care/Anti-Bullying/Code of </w:t>
      </w:r>
      <w:proofErr w:type="spellStart"/>
      <w:r>
        <w:rPr>
          <w:lang w:val="en-US"/>
        </w:rPr>
        <w:t>Behaviour</w:t>
      </w:r>
      <w:proofErr w:type="spellEnd"/>
    </w:p>
    <w:p w:rsidR="00B812F4" w:rsidRPr="00C851DE" w:rsidRDefault="0047371B" w:rsidP="00C851DE">
      <w:pPr>
        <w:pStyle w:val="NoSpacing"/>
        <w:numPr>
          <w:ilvl w:val="0"/>
          <w:numId w:val="27"/>
        </w:numPr>
        <w:rPr>
          <w:b/>
          <w:sz w:val="24"/>
          <w:szCs w:val="24"/>
          <w:lang w:val="en-US"/>
        </w:rPr>
      </w:pPr>
      <w:r w:rsidRPr="0004728B">
        <w:rPr>
          <w:sz w:val="24"/>
          <w:szCs w:val="24"/>
          <w:lang w:val="en-US"/>
        </w:rPr>
        <w:t>Handling Parental Complaints</w:t>
      </w:r>
    </w:p>
    <w:p w:rsidR="00D0159B" w:rsidRPr="00A31E57" w:rsidRDefault="00B812F4" w:rsidP="00A31E57">
      <w:pPr>
        <w:pStyle w:val="ListParagraph"/>
        <w:numPr>
          <w:ilvl w:val="0"/>
          <w:numId w:val="27"/>
        </w:numPr>
        <w:rPr>
          <w:sz w:val="24"/>
          <w:szCs w:val="24"/>
          <w:lang w:val="en-US"/>
        </w:rPr>
      </w:pPr>
      <w:r w:rsidRPr="00B812F4">
        <w:rPr>
          <w:sz w:val="24"/>
          <w:szCs w:val="24"/>
          <w:lang w:val="en-US"/>
        </w:rPr>
        <w:t>Data Protection</w:t>
      </w:r>
    </w:p>
    <w:p w:rsidR="00F6356F" w:rsidRPr="0004728B" w:rsidRDefault="00B812F4" w:rsidP="00A95515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4.00pm – 4.30</w:t>
      </w:r>
      <w:r w:rsidR="00F6356F" w:rsidRPr="0004728B">
        <w:rPr>
          <w:b/>
          <w:sz w:val="24"/>
          <w:szCs w:val="24"/>
          <w:lang w:val="en-US"/>
        </w:rPr>
        <w:t>pm</w:t>
      </w:r>
      <w:r w:rsidR="00A95515" w:rsidRPr="0004728B">
        <w:rPr>
          <w:b/>
          <w:sz w:val="24"/>
          <w:szCs w:val="24"/>
          <w:lang w:val="en-US"/>
        </w:rPr>
        <w:t xml:space="preserve">: </w:t>
      </w:r>
      <w:r w:rsidR="00F01E10" w:rsidRPr="0004728B">
        <w:rPr>
          <w:b/>
          <w:sz w:val="24"/>
          <w:szCs w:val="24"/>
          <w:lang w:val="en-US"/>
        </w:rPr>
        <w:tab/>
      </w:r>
      <w:r w:rsidR="00F6356F" w:rsidRPr="0004728B">
        <w:rPr>
          <w:b/>
          <w:sz w:val="24"/>
          <w:szCs w:val="24"/>
          <w:lang w:val="en-US"/>
        </w:rPr>
        <w:t>Tea/Coffee Break</w:t>
      </w:r>
    </w:p>
    <w:p w:rsidR="00307B5B" w:rsidRDefault="00B812F4" w:rsidP="00C851DE">
      <w:pPr>
        <w:pStyle w:val="NoSpacing"/>
        <w:ind w:left="2124" w:hanging="2124"/>
        <w:rPr>
          <w:lang w:val="en-US"/>
        </w:rPr>
      </w:pPr>
      <w:r>
        <w:rPr>
          <w:b/>
          <w:lang w:val="en-US"/>
        </w:rPr>
        <w:t>4.30</w:t>
      </w:r>
      <w:r w:rsidR="00A95515" w:rsidRPr="0004728B">
        <w:rPr>
          <w:b/>
          <w:lang w:val="en-US"/>
        </w:rPr>
        <w:t xml:space="preserve">pm – </w:t>
      </w:r>
      <w:r w:rsidR="00F6356F" w:rsidRPr="0004728B">
        <w:rPr>
          <w:b/>
          <w:lang w:val="en-US"/>
        </w:rPr>
        <w:t>6</w:t>
      </w:r>
      <w:r w:rsidR="00A95515" w:rsidRPr="0004728B">
        <w:rPr>
          <w:b/>
          <w:lang w:val="en-US"/>
        </w:rPr>
        <w:t>.</w:t>
      </w:r>
      <w:r>
        <w:rPr>
          <w:b/>
          <w:lang w:val="en-US"/>
        </w:rPr>
        <w:t>0</w:t>
      </w:r>
      <w:r w:rsidR="00A95515" w:rsidRPr="0004728B">
        <w:rPr>
          <w:b/>
          <w:lang w:val="en-US"/>
        </w:rPr>
        <w:t xml:space="preserve">0pm: </w:t>
      </w:r>
      <w:r w:rsidR="00F01E10" w:rsidRPr="0004728B">
        <w:rPr>
          <w:b/>
          <w:lang w:val="en-US"/>
        </w:rPr>
        <w:tab/>
      </w:r>
      <w:r w:rsidR="00A31E57" w:rsidRPr="00307B5B">
        <w:rPr>
          <w:b/>
          <w:lang w:val="en-US"/>
        </w:rPr>
        <w:t>The p</w:t>
      </w:r>
      <w:r w:rsidRPr="00307B5B">
        <w:rPr>
          <w:b/>
          <w:lang w:val="en-US"/>
        </w:rPr>
        <w:t>ractical experience of a serving Principal</w:t>
      </w:r>
      <w:r>
        <w:rPr>
          <w:lang w:val="en-US"/>
        </w:rPr>
        <w:t xml:space="preserve"> </w:t>
      </w:r>
    </w:p>
    <w:p w:rsidR="00B812F4" w:rsidRPr="00A31E57" w:rsidRDefault="00C851DE" w:rsidP="00307B5B">
      <w:pPr>
        <w:pStyle w:val="NoSpacing"/>
        <w:ind w:left="2124"/>
        <w:rPr>
          <w:b/>
          <w:lang w:val="en-US"/>
        </w:rPr>
      </w:pPr>
      <w:r>
        <w:rPr>
          <w:lang w:val="en-US"/>
        </w:rPr>
        <w:t>Mr Paul Crone, Principal, Old Bawn Community School, Tallaght, Dublin</w:t>
      </w:r>
    </w:p>
    <w:p w:rsidR="00307B5B" w:rsidRPr="00307B5B" w:rsidRDefault="00B812F4" w:rsidP="00480EE1">
      <w:pPr>
        <w:pStyle w:val="NoSpacing"/>
        <w:rPr>
          <w:b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A31E57" w:rsidRPr="00307B5B">
        <w:rPr>
          <w:b/>
          <w:lang w:val="en-US"/>
        </w:rPr>
        <w:t>The p</w:t>
      </w:r>
      <w:r w:rsidRPr="00307B5B">
        <w:rPr>
          <w:b/>
          <w:lang w:val="en-US"/>
        </w:rPr>
        <w:t xml:space="preserve">ractical experience of a </w:t>
      </w:r>
      <w:r w:rsidR="00A31E57" w:rsidRPr="00307B5B">
        <w:rPr>
          <w:b/>
          <w:lang w:val="en-US"/>
        </w:rPr>
        <w:t xml:space="preserve">serving Deputy Principal </w:t>
      </w:r>
    </w:p>
    <w:p w:rsidR="00A31E57" w:rsidRDefault="00307B5B" w:rsidP="00307B5B">
      <w:pPr>
        <w:pStyle w:val="NoSpacing"/>
        <w:ind w:left="1416" w:firstLine="708"/>
        <w:rPr>
          <w:lang w:val="en-US"/>
        </w:rPr>
      </w:pPr>
      <w:r>
        <w:rPr>
          <w:lang w:val="en-US"/>
        </w:rPr>
        <w:t xml:space="preserve">Ms. Eileen </w:t>
      </w:r>
      <w:proofErr w:type="spellStart"/>
      <w:r>
        <w:rPr>
          <w:lang w:val="en-US"/>
        </w:rPr>
        <w:t>Gildea</w:t>
      </w:r>
      <w:proofErr w:type="spellEnd"/>
      <w:r>
        <w:rPr>
          <w:lang w:val="en-US"/>
        </w:rPr>
        <w:t xml:space="preserve">, Deputy Principal, </w:t>
      </w:r>
      <w:proofErr w:type="spellStart"/>
      <w:r>
        <w:rPr>
          <w:lang w:val="en-US"/>
        </w:rPr>
        <w:t>Glenamaddy</w:t>
      </w:r>
      <w:proofErr w:type="spellEnd"/>
      <w:r>
        <w:rPr>
          <w:lang w:val="en-US"/>
        </w:rPr>
        <w:t xml:space="preserve"> Community School </w:t>
      </w:r>
      <w:r w:rsidR="00A31E57">
        <w:rPr>
          <w:lang w:val="en-US"/>
        </w:rPr>
        <w:tab/>
      </w:r>
      <w:r w:rsidR="00A31E57">
        <w:rPr>
          <w:lang w:val="en-US"/>
        </w:rPr>
        <w:tab/>
      </w:r>
      <w:r w:rsidR="00A31E57" w:rsidRPr="00307B5B">
        <w:rPr>
          <w:b/>
          <w:lang w:val="en-US"/>
        </w:rPr>
        <w:t xml:space="preserve">CPD </w:t>
      </w:r>
      <w:proofErr w:type="spellStart"/>
      <w:r w:rsidR="00A31E57" w:rsidRPr="00307B5B">
        <w:rPr>
          <w:b/>
          <w:lang w:val="en-US"/>
        </w:rPr>
        <w:t>Programme</w:t>
      </w:r>
      <w:proofErr w:type="spellEnd"/>
      <w:r w:rsidR="00A31E57" w:rsidRPr="00307B5B">
        <w:rPr>
          <w:b/>
          <w:lang w:val="en-US"/>
        </w:rPr>
        <w:t>/Calendar</w:t>
      </w:r>
      <w:r w:rsidRPr="00307B5B">
        <w:rPr>
          <w:b/>
          <w:lang w:val="en-US"/>
        </w:rPr>
        <w:t xml:space="preserve"> 2017/2018</w:t>
      </w:r>
    </w:p>
    <w:p w:rsidR="00C851DE" w:rsidRPr="00A31E57" w:rsidRDefault="00C851DE" w:rsidP="00480EE1">
      <w:pPr>
        <w:pStyle w:val="NoSpacing"/>
        <w:rPr>
          <w:lang w:val="en-US"/>
        </w:rPr>
      </w:pPr>
    </w:p>
    <w:p w:rsidR="006A172F" w:rsidRPr="006A172F" w:rsidRDefault="00A31E57" w:rsidP="00D0159B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7.0</w:t>
      </w:r>
      <w:r w:rsidR="006A172F" w:rsidRPr="006A172F">
        <w:rPr>
          <w:b/>
          <w:sz w:val="24"/>
          <w:szCs w:val="24"/>
          <w:lang w:val="en-US"/>
        </w:rPr>
        <w:t>0pm</w:t>
      </w:r>
      <w:r w:rsidR="006A172F">
        <w:rPr>
          <w:b/>
          <w:sz w:val="24"/>
          <w:szCs w:val="24"/>
          <w:lang w:val="en-US"/>
        </w:rPr>
        <w:tab/>
      </w:r>
      <w:r w:rsidR="006A172F">
        <w:rPr>
          <w:b/>
          <w:sz w:val="24"/>
          <w:szCs w:val="24"/>
          <w:lang w:val="en-US"/>
        </w:rPr>
        <w:tab/>
        <w:t>Dinner for new Principals and Deputy Principals</w:t>
      </w:r>
    </w:p>
    <w:p w:rsidR="006A172F" w:rsidRDefault="006A172F" w:rsidP="00D0159B">
      <w:pPr>
        <w:rPr>
          <w:sz w:val="24"/>
          <w:szCs w:val="24"/>
          <w:lang w:val="en-US"/>
        </w:rPr>
      </w:pPr>
    </w:p>
    <w:p w:rsidR="00BA590D" w:rsidRPr="00F6356F" w:rsidRDefault="00BA590D" w:rsidP="00BA590D">
      <w:pPr>
        <w:pStyle w:val="Heading1"/>
        <w:jc w:val="center"/>
        <w:rPr>
          <w:lang w:val="en-US"/>
        </w:rPr>
      </w:pPr>
      <w:r w:rsidRPr="00F6356F">
        <w:rPr>
          <w:lang w:val="en-US"/>
        </w:rPr>
        <w:t xml:space="preserve">Induction of newly appointed Principals </w:t>
      </w:r>
      <w:r w:rsidR="00480EE1">
        <w:rPr>
          <w:lang w:val="en-US"/>
        </w:rPr>
        <w:t>and Deputy Principals 2017/2018</w:t>
      </w:r>
    </w:p>
    <w:p w:rsidR="00BA590D" w:rsidRDefault="00BA590D" w:rsidP="00BA590D">
      <w:pPr>
        <w:rPr>
          <w:b/>
          <w:sz w:val="24"/>
          <w:szCs w:val="24"/>
          <w:lang w:val="en-US"/>
        </w:rPr>
      </w:pPr>
    </w:p>
    <w:p w:rsidR="00BA590D" w:rsidRDefault="00D66C8A" w:rsidP="00BA590D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Tuesday, </w:t>
      </w:r>
      <w:r w:rsidR="00BA590D" w:rsidRPr="00BA590D">
        <w:rPr>
          <w:b/>
          <w:sz w:val="24"/>
          <w:szCs w:val="24"/>
          <w:lang w:val="en-US"/>
        </w:rPr>
        <w:t>22</w:t>
      </w:r>
      <w:r w:rsidR="00BA590D" w:rsidRPr="00BA590D">
        <w:rPr>
          <w:b/>
          <w:sz w:val="24"/>
          <w:szCs w:val="24"/>
          <w:vertAlign w:val="superscript"/>
          <w:lang w:val="en-US"/>
        </w:rPr>
        <w:t>nd</w:t>
      </w:r>
      <w:r w:rsidR="00BA590D" w:rsidRPr="00BA590D">
        <w:rPr>
          <w:b/>
          <w:sz w:val="24"/>
          <w:szCs w:val="24"/>
          <w:lang w:val="en-US"/>
        </w:rPr>
        <w:t xml:space="preserve"> August 2017</w:t>
      </w:r>
    </w:p>
    <w:p w:rsidR="00D738C5" w:rsidRDefault="00BA590D" w:rsidP="00A31E57">
      <w:pPr>
        <w:ind w:left="2124" w:hanging="2124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9.30am – 11.0</w:t>
      </w:r>
      <w:r w:rsidRPr="0004728B">
        <w:rPr>
          <w:b/>
          <w:sz w:val="24"/>
          <w:szCs w:val="24"/>
          <w:lang w:val="en-US"/>
        </w:rPr>
        <w:t xml:space="preserve">0am: </w:t>
      </w:r>
      <w:r w:rsidRPr="0004728B">
        <w:rPr>
          <w:b/>
          <w:sz w:val="24"/>
          <w:szCs w:val="24"/>
          <w:lang w:val="en-US"/>
        </w:rPr>
        <w:tab/>
      </w:r>
      <w:r w:rsidR="00A31E57">
        <w:rPr>
          <w:b/>
          <w:sz w:val="24"/>
          <w:szCs w:val="24"/>
          <w:lang w:val="en-US"/>
        </w:rPr>
        <w:t>New Developments in Education</w:t>
      </w:r>
    </w:p>
    <w:p w:rsidR="00A31E57" w:rsidRPr="00A31E57" w:rsidRDefault="00A31E57" w:rsidP="00A31E57">
      <w:pPr>
        <w:pStyle w:val="NoSpacing"/>
        <w:numPr>
          <w:ilvl w:val="0"/>
          <w:numId w:val="31"/>
        </w:numPr>
        <w:rPr>
          <w:lang w:val="en-US"/>
        </w:rPr>
      </w:pPr>
      <w:r w:rsidRPr="00A31E57">
        <w:rPr>
          <w:lang w:val="en-US"/>
        </w:rPr>
        <w:t>School Self-Evaluation</w:t>
      </w:r>
    </w:p>
    <w:p w:rsidR="00A31E57" w:rsidRPr="00A31E57" w:rsidRDefault="00A31E57" w:rsidP="00A31E57">
      <w:pPr>
        <w:pStyle w:val="NoSpacing"/>
        <w:numPr>
          <w:ilvl w:val="0"/>
          <w:numId w:val="31"/>
        </w:numPr>
        <w:rPr>
          <w:lang w:val="en-US"/>
        </w:rPr>
      </w:pPr>
      <w:r w:rsidRPr="00A31E57">
        <w:rPr>
          <w:lang w:val="en-US"/>
        </w:rPr>
        <w:t>Junior Cycle Framework</w:t>
      </w:r>
    </w:p>
    <w:p w:rsidR="00A31E57" w:rsidRDefault="00A31E57" w:rsidP="00A31E57">
      <w:pPr>
        <w:pStyle w:val="NoSpacing"/>
        <w:numPr>
          <w:ilvl w:val="0"/>
          <w:numId w:val="31"/>
        </w:numPr>
        <w:rPr>
          <w:lang w:val="en-US"/>
        </w:rPr>
      </w:pPr>
      <w:r w:rsidRPr="00A31E57">
        <w:rPr>
          <w:lang w:val="en-US"/>
        </w:rPr>
        <w:t>Leadership &amp; Management Structures</w:t>
      </w:r>
    </w:p>
    <w:p w:rsidR="00C851DE" w:rsidRDefault="004C7F8C" w:rsidP="00A31E57">
      <w:pPr>
        <w:pStyle w:val="NoSpacing"/>
        <w:numPr>
          <w:ilvl w:val="0"/>
          <w:numId w:val="31"/>
        </w:numPr>
        <w:rPr>
          <w:lang w:val="en-US"/>
        </w:rPr>
      </w:pPr>
      <w:r>
        <w:rPr>
          <w:lang w:val="en-US"/>
        </w:rPr>
        <w:t xml:space="preserve">Developments to watch out for: </w:t>
      </w:r>
    </w:p>
    <w:p w:rsidR="00C851DE" w:rsidRDefault="004C7F8C" w:rsidP="00C851DE">
      <w:pPr>
        <w:pStyle w:val="NoSpacing"/>
        <w:numPr>
          <w:ilvl w:val="0"/>
          <w:numId w:val="37"/>
        </w:numPr>
        <w:rPr>
          <w:lang w:val="en-US"/>
        </w:rPr>
      </w:pPr>
      <w:r>
        <w:rPr>
          <w:lang w:val="en-US"/>
        </w:rPr>
        <w:t xml:space="preserve">New Admissions Bill, </w:t>
      </w:r>
    </w:p>
    <w:p w:rsidR="00C851DE" w:rsidRDefault="004C7F8C" w:rsidP="00C851DE">
      <w:pPr>
        <w:pStyle w:val="NoSpacing"/>
        <w:numPr>
          <w:ilvl w:val="0"/>
          <w:numId w:val="37"/>
        </w:numPr>
        <w:rPr>
          <w:lang w:val="en-US"/>
        </w:rPr>
      </w:pPr>
      <w:r>
        <w:rPr>
          <w:lang w:val="en-US"/>
        </w:rPr>
        <w:t xml:space="preserve">Parent &amp; Student Charter, </w:t>
      </w:r>
    </w:p>
    <w:p w:rsidR="004C7F8C" w:rsidRPr="00A31E57" w:rsidRDefault="004C7F8C" w:rsidP="00C851DE">
      <w:pPr>
        <w:pStyle w:val="NoSpacing"/>
        <w:numPr>
          <w:ilvl w:val="0"/>
          <w:numId w:val="37"/>
        </w:numPr>
        <w:rPr>
          <w:lang w:val="en-US"/>
        </w:rPr>
      </w:pPr>
      <w:r>
        <w:rPr>
          <w:lang w:val="en-US"/>
        </w:rPr>
        <w:t>Child Protection Procedures for post-primary schools</w:t>
      </w:r>
    </w:p>
    <w:p w:rsidR="00BA590D" w:rsidRDefault="00BA590D" w:rsidP="00BA590D">
      <w:pPr>
        <w:pStyle w:val="NoSpacing"/>
        <w:rPr>
          <w:sz w:val="24"/>
          <w:szCs w:val="24"/>
          <w:lang w:val="en-US"/>
        </w:rPr>
      </w:pPr>
    </w:p>
    <w:p w:rsidR="00BA590D" w:rsidRDefault="00BA590D" w:rsidP="00BA590D">
      <w:pPr>
        <w:pStyle w:val="NoSpacing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11.0</w:t>
      </w:r>
      <w:r w:rsidRPr="00BA590D">
        <w:rPr>
          <w:b/>
          <w:sz w:val="24"/>
          <w:szCs w:val="24"/>
          <w:lang w:val="en-US"/>
        </w:rPr>
        <w:t>0am –</w:t>
      </w:r>
      <w:r>
        <w:rPr>
          <w:b/>
          <w:sz w:val="24"/>
          <w:szCs w:val="24"/>
          <w:lang w:val="en-US"/>
        </w:rPr>
        <w:t xml:space="preserve"> 11</w:t>
      </w:r>
      <w:r w:rsidRPr="00BA590D">
        <w:rPr>
          <w:b/>
          <w:sz w:val="24"/>
          <w:szCs w:val="24"/>
          <w:lang w:val="en-US"/>
        </w:rPr>
        <w:t>.</w:t>
      </w:r>
      <w:r>
        <w:rPr>
          <w:b/>
          <w:sz w:val="24"/>
          <w:szCs w:val="24"/>
          <w:lang w:val="en-US"/>
        </w:rPr>
        <w:t>3</w:t>
      </w:r>
      <w:r w:rsidRPr="00BA590D">
        <w:rPr>
          <w:b/>
          <w:sz w:val="24"/>
          <w:szCs w:val="24"/>
          <w:lang w:val="en-US"/>
        </w:rPr>
        <w:t>0</w:t>
      </w:r>
      <w:proofErr w:type="gramStart"/>
      <w:r w:rsidRPr="00BA590D">
        <w:rPr>
          <w:b/>
          <w:sz w:val="24"/>
          <w:szCs w:val="24"/>
          <w:lang w:val="en-US"/>
        </w:rPr>
        <w:t>noon:Tea</w:t>
      </w:r>
      <w:proofErr w:type="gramEnd"/>
      <w:r w:rsidRPr="00BA590D">
        <w:rPr>
          <w:b/>
          <w:sz w:val="24"/>
          <w:szCs w:val="24"/>
          <w:lang w:val="en-US"/>
        </w:rPr>
        <w:t>/Coffee Break</w:t>
      </w:r>
    </w:p>
    <w:p w:rsidR="00BA590D" w:rsidRDefault="00BA590D" w:rsidP="00BA590D">
      <w:pPr>
        <w:pStyle w:val="NoSpacing"/>
        <w:rPr>
          <w:b/>
          <w:sz w:val="24"/>
          <w:szCs w:val="24"/>
          <w:lang w:val="en-US"/>
        </w:rPr>
      </w:pPr>
    </w:p>
    <w:p w:rsidR="00E30187" w:rsidRDefault="00BA590D" w:rsidP="00BA590D">
      <w:pPr>
        <w:pStyle w:val="NoSpacing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11.30am - </w:t>
      </w:r>
      <w:r w:rsidR="00E1554A">
        <w:rPr>
          <w:b/>
          <w:sz w:val="24"/>
          <w:szCs w:val="24"/>
          <w:lang w:val="en-US"/>
        </w:rPr>
        <w:t>1.</w:t>
      </w:r>
      <w:r w:rsidR="00307B5B">
        <w:rPr>
          <w:b/>
          <w:sz w:val="24"/>
          <w:szCs w:val="24"/>
          <w:lang w:val="en-US"/>
        </w:rPr>
        <w:t>15</w:t>
      </w:r>
      <w:r w:rsidR="00E1554A">
        <w:rPr>
          <w:b/>
          <w:sz w:val="24"/>
          <w:szCs w:val="24"/>
          <w:lang w:val="en-US"/>
        </w:rPr>
        <w:t>pm</w:t>
      </w:r>
      <w:r w:rsidR="00E30187">
        <w:rPr>
          <w:b/>
          <w:sz w:val="24"/>
          <w:szCs w:val="24"/>
          <w:lang w:val="en-US"/>
        </w:rPr>
        <w:t xml:space="preserve">: </w:t>
      </w:r>
      <w:r w:rsidR="00E1554A">
        <w:rPr>
          <w:b/>
          <w:sz w:val="24"/>
          <w:szCs w:val="24"/>
          <w:lang w:val="en-US"/>
        </w:rPr>
        <w:tab/>
      </w:r>
      <w:r w:rsidR="00C851DE">
        <w:rPr>
          <w:b/>
          <w:sz w:val="24"/>
          <w:szCs w:val="24"/>
          <w:lang w:val="en-US"/>
        </w:rPr>
        <w:t xml:space="preserve">Appointments &amp; </w:t>
      </w:r>
      <w:r w:rsidR="00E1554A">
        <w:rPr>
          <w:b/>
          <w:sz w:val="24"/>
          <w:szCs w:val="24"/>
          <w:lang w:val="en-US"/>
        </w:rPr>
        <w:t>Employment</w:t>
      </w:r>
      <w:r w:rsidR="00C851DE">
        <w:rPr>
          <w:b/>
          <w:sz w:val="24"/>
          <w:szCs w:val="24"/>
          <w:lang w:val="en-US"/>
        </w:rPr>
        <w:t xml:space="preserve"> Contracts/Open Forum</w:t>
      </w:r>
      <w:r w:rsidR="00E1554A">
        <w:rPr>
          <w:b/>
          <w:sz w:val="24"/>
          <w:szCs w:val="24"/>
          <w:lang w:val="en-US"/>
        </w:rPr>
        <w:t xml:space="preserve"> </w:t>
      </w:r>
    </w:p>
    <w:p w:rsidR="00480EE1" w:rsidRDefault="00480EE1" w:rsidP="00BA590D">
      <w:pPr>
        <w:pStyle w:val="NoSpacing"/>
        <w:rPr>
          <w:b/>
          <w:sz w:val="24"/>
          <w:szCs w:val="24"/>
          <w:lang w:val="en-US"/>
        </w:rPr>
      </w:pPr>
    </w:p>
    <w:p w:rsidR="00C851DE" w:rsidRDefault="00C851DE" w:rsidP="00BA590D">
      <w:pPr>
        <w:pStyle w:val="NoSpacing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  <w:t>Concurrent Sessions (11.30am - 12.15pm)</w:t>
      </w:r>
    </w:p>
    <w:p w:rsidR="00E1554A" w:rsidRDefault="00C851DE" w:rsidP="00C851DE">
      <w:pPr>
        <w:pStyle w:val="NoSpacing"/>
        <w:ind w:left="1416" w:firstLine="70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For Principals – Staff Appointments &amp; C</w:t>
      </w:r>
      <w:r w:rsidR="00E1554A" w:rsidRPr="00E1554A">
        <w:rPr>
          <w:sz w:val="24"/>
          <w:szCs w:val="24"/>
          <w:lang w:val="en-US"/>
        </w:rPr>
        <w:t>ontracts</w:t>
      </w:r>
      <w:r>
        <w:rPr>
          <w:sz w:val="24"/>
          <w:szCs w:val="24"/>
          <w:lang w:val="en-US"/>
        </w:rPr>
        <w:t xml:space="preserve"> of Employment</w:t>
      </w:r>
    </w:p>
    <w:p w:rsidR="00C851DE" w:rsidRDefault="00C851DE" w:rsidP="00C851DE">
      <w:pPr>
        <w:pStyle w:val="NoSpacing"/>
        <w:ind w:left="1416" w:firstLine="70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For Deputy Principals – Open Forum on the role of a Deputy Principal</w:t>
      </w:r>
    </w:p>
    <w:p w:rsidR="00C851DE" w:rsidRDefault="00C851DE" w:rsidP="00C851DE">
      <w:pPr>
        <w:pStyle w:val="NoSpacing"/>
        <w:ind w:left="1416" w:firstLine="708"/>
        <w:rPr>
          <w:sz w:val="24"/>
          <w:szCs w:val="24"/>
          <w:lang w:val="en-US"/>
        </w:rPr>
      </w:pPr>
    </w:p>
    <w:p w:rsidR="00C851DE" w:rsidRPr="00C851DE" w:rsidRDefault="00C851DE" w:rsidP="00C851DE">
      <w:pPr>
        <w:pStyle w:val="NoSpacing"/>
        <w:ind w:left="2124"/>
        <w:rPr>
          <w:b/>
          <w:sz w:val="24"/>
          <w:szCs w:val="24"/>
          <w:lang w:val="en-US"/>
        </w:rPr>
      </w:pPr>
      <w:r w:rsidRPr="00C851DE">
        <w:rPr>
          <w:b/>
          <w:sz w:val="24"/>
          <w:szCs w:val="24"/>
          <w:lang w:val="en-US"/>
        </w:rPr>
        <w:t>Workplace Relations &amp; Governance – for Principals and Deputy Principals</w:t>
      </w:r>
      <w:r>
        <w:rPr>
          <w:b/>
          <w:sz w:val="24"/>
          <w:szCs w:val="24"/>
          <w:lang w:val="en-US"/>
        </w:rPr>
        <w:t xml:space="preserve"> (12.15pm – 1.15pm) </w:t>
      </w:r>
    </w:p>
    <w:p w:rsidR="00E30187" w:rsidRPr="00B6304B" w:rsidRDefault="00E1554A" w:rsidP="00E1554A">
      <w:pPr>
        <w:pStyle w:val="NoSpacing"/>
        <w:numPr>
          <w:ilvl w:val="0"/>
          <w:numId w:val="33"/>
        </w:numPr>
        <w:rPr>
          <w:sz w:val="24"/>
          <w:szCs w:val="24"/>
          <w:lang w:val="en-US"/>
        </w:rPr>
      </w:pPr>
      <w:r w:rsidRPr="00E1554A">
        <w:rPr>
          <w:sz w:val="24"/>
          <w:szCs w:val="24"/>
          <w:lang w:val="en-US"/>
        </w:rPr>
        <w:t>Grievance &amp; Disciplinary Procedures</w:t>
      </w:r>
    </w:p>
    <w:p w:rsidR="00D738C5" w:rsidRPr="00E1554A" w:rsidRDefault="00E30187" w:rsidP="00E1554A">
      <w:pPr>
        <w:pStyle w:val="NoSpacing"/>
        <w:numPr>
          <w:ilvl w:val="0"/>
          <w:numId w:val="33"/>
        </w:numPr>
        <w:rPr>
          <w:sz w:val="24"/>
          <w:szCs w:val="24"/>
          <w:lang w:val="en-US"/>
        </w:rPr>
      </w:pPr>
      <w:r w:rsidRPr="00B6304B">
        <w:rPr>
          <w:sz w:val="24"/>
          <w:szCs w:val="24"/>
          <w:lang w:val="en-US"/>
        </w:rPr>
        <w:t>Dignity at Work</w:t>
      </w:r>
    </w:p>
    <w:p w:rsidR="00E1554A" w:rsidRPr="00C851DE" w:rsidRDefault="00E1554A" w:rsidP="00480EE1">
      <w:pPr>
        <w:pStyle w:val="NoSpacing"/>
        <w:numPr>
          <w:ilvl w:val="0"/>
          <w:numId w:val="34"/>
        </w:num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Governance Manual for Community &amp; Comprehensive Schools</w:t>
      </w:r>
    </w:p>
    <w:p w:rsidR="00C851DE" w:rsidRPr="00480EE1" w:rsidRDefault="00C851DE" w:rsidP="00C851DE">
      <w:pPr>
        <w:pStyle w:val="NoSpacing"/>
        <w:ind w:left="2484"/>
        <w:rPr>
          <w:b/>
          <w:sz w:val="24"/>
          <w:szCs w:val="24"/>
          <w:lang w:val="en-US"/>
        </w:rPr>
      </w:pPr>
    </w:p>
    <w:p w:rsidR="00E1554A" w:rsidRPr="00BA590D" w:rsidRDefault="00E1554A" w:rsidP="00E1554A">
      <w:pPr>
        <w:pStyle w:val="NoSpacing"/>
        <w:numPr>
          <w:ilvl w:val="0"/>
          <w:numId w:val="34"/>
        </w:num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USB Key Explained</w:t>
      </w:r>
    </w:p>
    <w:p w:rsidR="00BA590D" w:rsidRPr="00BA590D" w:rsidRDefault="00BA590D" w:rsidP="00BA590D">
      <w:pPr>
        <w:jc w:val="center"/>
        <w:rPr>
          <w:b/>
          <w:sz w:val="24"/>
          <w:szCs w:val="24"/>
          <w:lang w:val="en-US"/>
        </w:rPr>
      </w:pPr>
    </w:p>
    <w:p w:rsidR="00BA590D" w:rsidRPr="00BA590D" w:rsidRDefault="00C851DE" w:rsidP="00BA590D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1.15</w:t>
      </w:r>
      <w:r w:rsidR="00480EE1">
        <w:rPr>
          <w:b/>
          <w:sz w:val="24"/>
          <w:szCs w:val="24"/>
          <w:lang w:val="en-US"/>
        </w:rPr>
        <w:t xml:space="preserve">pm </w:t>
      </w:r>
      <w:r w:rsidR="00480EE1">
        <w:rPr>
          <w:b/>
          <w:sz w:val="24"/>
          <w:szCs w:val="24"/>
          <w:lang w:val="en-US"/>
        </w:rPr>
        <w:tab/>
      </w:r>
      <w:r w:rsidR="00480EE1">
        <w:rPr>
          <w:b/>
          <w:sz w:val="24"/>
          <w:szCs w:val="24"/>
          <w:lang w:val="en-US"/>
        </w:rPr>
        <w:tab/>
      </w:r>
      <w:r w:rsidR="00D738C5">
        <w:rPr>
          <w:b/>
          <w:sz w:val="24"/>
          <w:szCs w:val="24"/>
          <w:lang w:val="en-US"/>
        </w:rPr>
        <w:t>Lunch</w:t>
      </w:r>
      <w:bookmarkStart w:id="0" w:name="_GoBack"/>
      <w:bookmarkEnd w:id="0"/>
    </w:p>
    <w:sectPr w:rsidR="00BA590D" w:rsidRPr="00BA590D" w:rsidSect="00EA2B9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459" w:rsidRDefault="00A32459">
      <w:pPr>
        <w:spacing w:after="0" w:line="240" w:lineRule="auto"/>
      </w:pPr>
      <w:r>
        <w:separator/>
      </w:r>
    </w:p>
  </w:endnote>
  <w:endnote w:type="continuationSeparator" w:id="0">
    <w:p w:rsidR="00A32459" w:rsidRDefault="00A32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EBA" w:rsidRPr="00CD5457" w:rsidRDefault="00CD5457" w:rsidP="00CD5457">
    <w:pPr>
      <w:pStyle w:val="Footer"/>
    </w:pPr>
    <w:r>
      <w:rPr>
        <w:noProof/>
        <w:lang w:val="en-IE" w:eastAsia="en-IE"/>
      </w:rPr>
      <w:drawing>
        <wp:inline distT="0" distB="0" distL="0" distR="0" wp14:anchorId="6BBD18A4" wp14:editId="2499B76D">
          <wp:extent cx="5760720" cy="596382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63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459" w:rsidRDefault="00A32459">
      <w:pPr>
        <w:spacing w:after="0" w:line="240" w:lineRule="auto"/>
      </w:pPr>
      <w:r>
        <w:separator/>
      </w:r>
    </w:p>
  </w:footnote>
  <w:footnote w:type="continuationSeparator" w:id="0">
    <w:p w:rsidR="00A32459" w:rsidRDefault="00A32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EBA" w:rsidRDefault="00F06D0C" w:rsidP="00CF52E7">
    <w:pPr>
      <w:pStyle w:val="Header"/>
      <w:tabs>
        <w:tab w:val="left" w:pos="510"/>
      </w:tabs>
    </w:pPr>
    <w:r w:rsidRPr="00240E83">
      <w:rPr>
        <w:rFonts w:ascii="Arial" w:hAnsi="Arial" w:cs="Arial"/>
        <w:b/>
        <w:noProof/>
        <w:lang w:eastAsia="en-IE"/>
      </w:rPr>
      <w:drawing>
        <wp:inline distT="0" distB="0" distL="0" distR="0" wp14:anchorId="43F9D625" wp14:editId="6299302B">
          <wp:extent cx="5581650" cy="981075"/>
          <wp:effectExtent l="0" t="0" r="0" b="0"/>
          <wp:docPr id="1" name="Picture 1" descr="P:\ACCS logo master artwork\ACCS Horz Logo 6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ACCS logo master artwork\ACCS Horz Logo 6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178" cy="980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780D"/>
    <w:multiLevelType w:val="hybridMultilevel"/>
    <w:tmpl w:val="9D2057D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17C32"/>
    <w:multiLevelType w:val="hybridMultilevel"/>
    <w:tmpl w:val="CB7AB7E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34BB6"/>
    <w:multiLevelType w:val="hybridMultilevel"/>
    <w:tmpl w:val="8AA8E108"/>
    <w:lvl w:ilvl="0" w:tplc="1809000B">
      <w:start w:val="1"/>
      <w:numFmt w:val="bullet"/>
      <w:lvlText w:val=""/>
      <w:lvlJc w:val="left"/>
      <w:pPr>
        <w:ind w:left="2844" w:hanging="360"/>
      </w:pPr>
      <w:rPr>
        <w:rFonts w:ascii="Wingdings" w:hAnsi="Wingdings" w:hint="default"/>
      </w:rPr>
    </w:lvl>
    <w:lvl w:ilvl="1" w:tplc="1809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07F61B4A"/>
    <w:multiLevelType w:val="hybridMultilevel"/>
    <w:tmpl w:val="5C68764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6006C"/>
    <w:multiLevelType w:val="hybridMultilevel"/>
    <w:tmpl w:val="B48C129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C6F57"/>
    <w:multiLevelType w:val="hybridMultilevel"/>
    <w:tmpl w:val="764600E2"/>
    <w:lvl w:ilvl="0" w:tplc="180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4AE1A0D"/>
    <w:multiLevelType w:val="hybridMultilevel"/>
    <w:tmpl w:val="3190E41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4266AB"/>
    <w:multiLevelType w:val="hybridMultilevel"/>
    <w:tmpl w:val="083649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B112B"/>
    <w:multiLevelType w:val="multilevel"/>
    <w:tmpl w:val="BC00CFF0"/>
    <w:lvl w:ilvl="0">
      <w:start w:val="12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48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21870369"/>
    <w:multiLevelType w:val="hybridMultilevel"/>
    <w:tmpl w:val="F2182ED8"/>
    <w:lvl w:ilvl="0" w:tplc="1809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0" w15:restartNumberingAfterBreak="0">
    <w:nsid w:val="2A6B0405"/>
    <w:multiLevelType w:val="hybridMultilevel"/>
    <w:tmpl w:val="D65C2A76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366B2A"/>
    <w:multiLevelType w:val="hybridMultilevel"/>
    <w:tmpl w:val="F552EB04"/>
    <w:lvl w:ilvl="0" w:tplc="18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30403270"/>
    <w:multiLevelType w:val="hybridMultilevel"/>
    <w:tmpl w:val="8034C4E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47188"/>
    <w:multiLevelType w:val="hybridMultilevel"/>
    <w:tmpl w:val="A2D2FC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FA68C1"/>
    <w:multiLevelType w:val="hybridMultilevel"/>
    <w:tmpl w:val="F4A4BD82"/>
    <w:lvl w:ilvl="0" w:tplc="18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 w15:restartNumberingAfterBreak="0">
    <w:nsid w:val="425446AF"/>
    <w:multiLevelType w:val="hybridMultilevel"/>
    <w:tmpl w:val="BA2CC4CC"/>
    <w:lvl w:ilvl="0" w:tplc="18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6" w15:restartNumberingAfterBreak="0">
    <w:nsid w:val="43B12780"/>
    <w:multiLevelType w:val="hybridMultilevel"/>
    <w:tmpl w:val="1D18958E"/>
    <w:lvl w:ilvl="0" w:tplc="1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BF6533A"/>
    <w:multiLevelType w:val="hybridMultilevel"/>
    <w:tmpl w:val="D8827B90"/>
    <w:lvl w:ilvl="0" w:tplc="18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8" w15:restartNumberingAfterBreak="0">
    <w:nsid w:val="4D53325E"/>
    <w:multiLevelType w:val="hybridMultilevel"/>
    <w:tmpl w:val="E2B030D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445950"/>
    <w:multiLevelType w:val="hybridMultilevel"/>
    <w:tmpl w:val="231C2C4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65C92"/>
    <w:multiLevelType w:val="hybridMultilevel"/>
    <w:tmpl w:val="3CF4E0BA"/>
    <w:lvl w:ilvl="0" w:tplc="18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1" w15:restartNumberingAfterBreak="0">
    <w:nsid w:val="57CF63F5"/>
    <w:multiLevelType w:val="hybridMultilevel"/>
    <w:tmpl w:val="1A7AFF9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F46476"/>
    <w:multiLevelType w:val="hybridMultilevel"/>
    <w:tmpl w:val="9058FB38"/>
    <w:lvl w:ilvl="0" w:tplc="1809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3" w15:restartNumberingAfterBreak="0">
    <w:nsid w:val="582142E5"/>
    <w:multiLevelType w:val="hybridMultilevel"/>
    <w:tmpl w:val="15444588"/>
    <w:lvl w:ilvl="0" w:tplc="18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4" w15:restartNumberingAfterBreak="0">
    <w:nsid w:val="5C12784C"/>
    <w:multiLevelType w:val="hybridMultilevel"/>
    <w:tmpl w:val="B14C45E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936553"/>
    <w:multiLevelType w:val="hybridMultilevel"/>
    <w:tmpl w:val="E398DD6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4653D3"/>
    <w:multiLevelType w:val="hybridMultilevel"/>
    <w:tmpl w:val="EEE20BF0"/>
    <w:lvl w:ilvl="0" w:tplc="18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7" w15:restartNumberingAfterBreak="0">
    <w:nsid w:val="5F564084"/>
    <w:multiLevelType w:val="multilevel"/>
    <w:tmpl w:val="8A9612B8"/>
    <w:lvl w:ilvl="0">
      <w:start w:val="12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48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8" w15:restartNumberingAfterBreak="0">
    <w:nsid w:val="64BA031E"/>
    <w:multiLevelType w:val="hybridMultilevel"/>
    <w:tmpl w:val="F00CC45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CA7729"/>
    <w:multiLevelType w:val="hybridMultilevel"/>
    <w:tmpl w:val="556EC3E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9D02AD"/>
    <w:multiLevelType w:val="hybridMultilevel"/>
    <w:tmpl w:val="AE5A468A"/>
    <w:lvl w:ilvl="0" w:tplc="18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1" w15:restartNumberingAfterBreak="0">
    <w:nsid w:val="6A8F3AD6"/>
    <w:multiLevelType w:val="hybridMultilevel"/>
    <w:tmpl w:val="CE7C0160"/>
    <w:lvl w:ilvl="0" w:tplc="18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2" w15:restartNumberingAfterBreak="0">
    <w:nsid w:val="6C1B13BC"/>
    <w:multiLevelType w:val="hybridMultilevel"/>
    <w:tmpl w:val="94DA1442"/>
    <w:lvl w:ilvl="0" w:tplc="18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3" w15:restartNumberingAfterBreak="0">
    <w:nsid w:val="72A3303E"/>
    <w:multiLevelType w:val="hybridMultilevel"/>
    <w:tmpl w:val="BBC64BEC"/>
    <w:lvl w:ilvl="0" w:tplc="18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4" w15:restartNumberingAfterBreak="0">
    <w:nsid w:val="75AD4003"/>
    <w:multiLevelType w:val="hybridMultilevel"/>
    <w:tmpl w:val="E2BA9618"/>
    <w:lvl w:ilvl="0" w:tplc="18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5" w15:restartNumberingAfterBreak="0">
    <w:nsid w:val="7B717B16"/>
    <w:multiLevelType w:val="hybridMultilevel"/>
    <w:tmpl w:val="B902125C"/>
    <w:lvl w:ilvl="0" w:tplc="1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6" w15:restartNumberingAfterBreak="0">
    <w:nsid w:val="7F9A7A75"/>
    <w:multiLevelType w:val="hybridMultilevel"/>
    <w:tmpl w:val="6FF6C784"/>
    <w:lvl w:ilvl="0" w:tplc="18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6"/>
  </w:num>
  <w:num w:numId="4">
    <w:abstractNumId w:val="10"/>
  </w:num>
  <w:num w:numId="5">
    <w:abstractNumId w:val="29"/>
  </w:num>
  <w:num w:numId="6">
    <w:abstractNumId w:val="17"/>
  </w:num>
  <w:num w:numId="7">
    <w:abstractNumId w:val="12"/>
  </w:num>
  <w:num w:numId="8">
    <w:abstractNumId w:val="4"/>
  </w:num>
  <w:num w:numId="9">
    <w:abstractNumId w:val="28"/>
  </w:num>
  <w:num w:numId="10">
    <w:abstractNumId w:val="31"/>
  </w:num>
  <w:num w:numId="11">
    <w:abstractNumId w:val="35"/>
  </w:num>
  <w:num w:numId="12">
    <w:abstractNumId w:val="20"/>
  </w:num>
  <w:num w:numId="13">
    <w:abstractNumId w:val="0"/>
  </w:num>
  <w:num w:numId="14">
    <w:abstractNumId w:val="1"/>
  </w:num>
  <w:num w:numId="15">
    <w:abstractNumId w:val="25"/>
  </w:num>
  <w:num w:numId="16">
    <w:abstractNumId w:val="24"/>
  </w:num>
  <w:num w:numId="17">
    <w:abstractNumId w:val="18"/>
  </w:num>
  <w:num w:numId="18">
    <w:abstractNumId w:val="7"/>
  </w:num>
  <w:num w:numId="19">
    <w:abstractNumId w:val="8"/>
  </w:num>
  <w:num w:numId="20">
    <w:abstractNumId w:val="27"/>
  </w:num>
  <w:num w:numId="21">
    <w:abstractNumId w:val="11"/>
  </w:num>
  <w:num w:numId="22">
    <w:abstractNumId w:val="6"/>
  </w:num>
  <w:num w:numId="23">
    <w:abstractNumId w:val="26"/>
  </w:num>
  <w:num w:numId="24">
    <w:abstractNumId w:val="9"/>
  </w:num>
  <w:num w:numId="25">
    <w:abstractNumId w:val="14"/>
  </w:num>
  <w:num w:numId="26">
    <w:abstractNumId w:val="32"/>
  </w:num>
  <w:num w:numId="27">
    <w:abstractNumId w:val="33"/>
  </w:num>
  <w:num w:numId="28">
    <w:abstractNumId w:val="22"/>
  </w:num>
  <w:num w:numId="29">
    <w:abstractNumId w:val="5"/>
  </w:num>
  <w:num w:numId="30">
    <w:abstractNumId w:val="21"/>
  </w:num>
  <w:num w:numId="31">
    <w:abstractNumId w:val="30"/>
  </w:num>
  <w:num w:numId="32">
    <w:abstractNumId w:val="19"/>
  </w:num>
  <w:num w:numId="33">
    <w:abstractNumId w:val="34"/>
  </w:num>
  <w:num w:numId="34">
    <w:abstractNumId w:val="36"/>
  </w:num>
  <w:num w:numId="35">
    <w:abstractNumId w:val="15"/>
  </w:num>
  <w:num w:numId="36">
    <w:abstractNumId w:val="23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4E"/>
    <w:rsid w:val="00014F06"/>
    <w:rsid w:val="00026DD7"/>
    <w:rsid w:val="0003397D"/>
    <w:rsid w:val="00042CAD"/>
    <w:rsid w:val="0004728B"/>
    <w:rsid w:val="0007591D"/>
    <w:rsid w:val="000934B1"/>
    <w:rsid w:val="000C7E3B"/>
    <w:rsid w:val="000E3D93"/>
    <w:rsid w:val="000F3A33"/>
    <w:rsid w:val="000F6EBA"/>
    <w:rsid w:val="001A27CF"/>
    <w:rsid w:val="001D04DD"/>
    <w:rsid w:val="001D2979"/>
    <w:rsid w:val="002C5E47"/>
    <w:rsid w:val="003059FE"/>
    <w:rsid w:val="00306F6F"/>
    <w:rsid w:val="00307B5B"/>
    <w:rsid w:val="0037201B"/>
    <w:rsid w:val="003945CA"/>
    <w:rsid w:val="003C7AD5"/>
    <w:rsid w:val="00431264"/>
    <w:rsid w:val="0047371B"/>
    <w:rsid w:val="00476C5A"/>
    <w:rsid w:val="00480EE1"/>
    <w:rsid w:val="004A512E"/>
    <w:rsid w:val="004C7F8C"/>
    <w:rsid w:val="004F012F"/>
    <w:rsid w:val="00562497"/>
    <w:rsid w:val="00577D28"/>
    <w:rsid w:val="005A020E"/>
    <w:rsid w:val="005B4374"/>
    <w:rsid w:val="005C1679"/>
    <w:rsid w:val="00606804"/>
    <w:rsid w:val="006A172F"/>
    <w:rsid w:val="006C467B"/>
    <w:rsid w:val="006F1A0B"/>
    <w:rsid w:val="007366EF"/>
    <w:rsid w:val="007E1E62"/>
    <w:rsid w:val="0081014E"/>
    <w:rsid w:val="00813F79"/>
    <w:rsid w:val="00823F26"/>
    <w:rsid w:val="00853887"/>
    <w:rsid w:val="008E4BC1"/>
    <w:rsid w:val="00931422"/>
    <w:rsid w:val="00944036"/>
    <w:rsid w:val="0094635B"/>
    <w:rsid w:val="00972142"/>
    <w:rsid w:val="009740D9"/>
    <w:rsid w:val="00984CB0"/>
    <w:rsid w:val="009D39D0"/>
    <w:rsid w:val="00A114C3"/>
    <w:rsid w:val="00A31E57"/>
    <w:rsid w:val="00A32459"/>
    <w:rsid w:val="00A76FC4"/>
    <w:rsid w:val="00A95515"/>
    <w:rsid w:val="00AB5DFB"/>
    <w:rsid w:val="00AD7B9A"/>
    <w:rsid w:val="00AE26F2"/>
    <w:rsid w:val="00B11491"/>
    <w:rsid w:val="00B1434E"/>
    <w:rsid w:val="00B2540A"/>
    <w:rsid w:val="00B6304B"/>
    <w:rsid w:val="00B812F4"/>
    <w:rsid w:val="00BA590D"/>
    <w:rsid w:val="00BD419D"/>
    <w:rsid w:val="00C424F5"/>
    <w:rsid w:val="00C47699"/>
    <w:rsid w:val="00C851DE"/>
    <w:rsid w:val="00C963DE"/>
    <w:rsid w:val="00CB3E80"/>
    <w:rsid w:val="00CC6732"/>
    <w:rsid w:val="00CD20C9"/>
    <w:rsid w:val="00CD433D"/>
    <w:rsid w:val="00CD5457"/>
    <w:rsid w:val="00CF52E7"/>
    <w:rsid w:val="00D0159B"/>
    <w:rsid w:val="00D42F4C"/>
    <w:rsid w:val="00D66C8A"/>
    <w:rsid w:val="00D738C5"/>
    <w:rsid w:val="00D8004A"/>
    <w:rsid w:val="00D863CF"/>
    <w:rsid w:val="00DF7031"/>
    <w:rsid w:val="00E1554A"/>
    <w:rsid w:val="00E30187"/>
    <w:rsid w:val="00E31ACE"/>
    <w:rsid w:val="00E345F8"/>
    <w:rsid w:val="00E9596D"/>
    <w:rsid w:val="00EA2B9F"/>
    <w:rsid w:val="00F01E10"/>
    <w:rsid w:val="00F06B28"/>
    <w:rsid w:val="00F06D0C"/>
    <w:rsid w:val="00F14D32"/>
    <w:rsid w:val="00F35B0F"/>
    <w:rsid w:val="00F40300"/>
    <w:rsid w:val="00F427D5"/>
    <w:rsid w:val="00F6356F"/>
    <w:rsid w:val="00F90433"/>
    <w:rsid w:val="00FF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D1AC86-8E08-433B-B65D-D2E0D334D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2B9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04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85B86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04A"/>
    <w:rPr>
      <w:rFonts w:ascii="Cambria" w:eastAsia="Times New Roman" w:hAnsi="Cambria" w:cs="Times New Roman"/>
      <w:b/>
      <w:bCs/>
      <w:color w:val="385B86"/>
      <w:sz w:val="28"/>
      <w:szCs w:val="28"/>
      <w:lang w:eastAsia="nb-NO"/>
    </w:rPr>
  </w:style>
  <w:style w:type="paragraph" w:styleId="Header">
    <w:name w:val="header"/>
    <w:basedOn w:val="Normal"/>
    <w:link w:val="HeaderChar"/>
    <w:uiPriority w:val="99"/>
    <w:unhideWhenUsed/>
    <w:rsid w:val="00AB5D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5DF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B5D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5DFB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A020E"/>
    <w:pPr>
      <w:ind w:left="708"/>
    </w:pPr>
  </w:style>
  <w:style w:type="paragraph" w:styleId="NoSpacing">
    <w:name w:val="No Spacing"/>
    <w:uiPriority w:val="1"/>
    <w:qFormat/>
    <w:rsid w:val="005A020E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B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rik\Application%20Data\Microsoft\Templates\SuperOffice%20Branded%20Doc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SuperOffice Branded Document.dotx</Template>
  <TotalTime>11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SuperOffice ASA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Erik Eide</dc:creator>
  <cp:lastModifiedBy>Susan Cunniffe</cp:lastModifiedBy>
  <cp:revision>4</cp:revision>
  <cp:lastPrinted>2015-08-07T07:38:00Z</cp:lastPrinted>
  <dcterms:created xsi:type="dcterms:W3CDTF">2017-07-14T08:32:00Z</dcterms:created>
  <dcterms:modified xsi:type="dcterms:W3CDTF">2017-07-14T12:17:00Z</dcterms:modified>
</cp:coreProperties>
</file>